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96" w:rsidRDefault="007D3996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 Can you speak English?</w:t>
      </w:r>
    </w:p>
    <w:p w:rsidR="007D3996" w:rsidRDefault="007D3996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7D3996" w:rsidRPr="00E4016C" w:rsidRDefault="007D3996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7D3996" w:rsidRPr="00E4016C" w:rsidRDefault="007D3996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7D3996" w:rsidRDefault="007D3996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7D3996" w:rsidRDefault="007D3996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7D3996" w:rsidRDefault="007D3996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7D3996" w:rsidRPr="00E4016C" w:rsidRDefault="007D3996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B92562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14.25pt">
            <v:imagedata r:id="rId7" o:title=""/>
          </v:shape>
        </w:pict>
      </w:r>
      <w:r>
        <w:rPr>
          <w:b/>
          <w:sz w:val="24"/>
          <w:szCs w:val="24"/>
        </w:rPr>
        <w:t xml:space="preserve"> and </w:t>
      </w:r>
      <w:r w:rsidRPr="00B92562">
        <w:rPr>
          <w:b/>
          <w:sz w:val="24"/>
          <w:szCs w:val="24"/>
        </w:rPr>
        <w:pict>
          <v:shape id="_x0000_i1026" type="#_x0000_t75" style="width:167.25pt;height:17.25pt">
            <v:imagedata r:id="rId8" o:title=""/>
          </v:shape>
        </w:pict>
      </w:r>
      <w:r>
        <w:rPr>
          <w:b/>
          <w:sz w:val="24"/>
          <w:szCs w:val="24"/>
        </w:rPr>
        <w:t xml:space="preserve"> make them understand that you don’t speak Chinese. </w:t>
      </w:r>
      <w:r w:rsidRPr="00B92562">
        <w:rPr>
          <w:b/>
          <w:sz w:val="24"/>
          <w:szCs w:val="24"/>
        </w:rPr>
        <w:pict>
          <v:shape id="_x0000_i1027" type="#_x0000_t75" style="width:71.25pt;height:15pt">
            <v:imagedata r:id="rId9" o:title=""/>
          </v:shape>
        </w:pict>
      </w:r>
      <w:r>
        <w:rPr>
          <w:b/>
          <w:sz w:val="24"/>
          <w:szCs w:val="24"/>
        </w:rPr>
        <w:t xml:space="preserve"> is how you apologize for not knowing how.</w:t>
      </w:r>
    </w:p>
    <w:p w:rsidR="007D3996" w:rsidRDefault="007D3996" w:rsidP="005A7CEB"/>
    <w:sectPr w:rsidR="007D3996" w:rsidSect="00480D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996" w:rsidRDefault="007D3996" w:rsidP="00472169">
      <w:pPr>
        <w:spacing w:after="0"/>
      </w:pPr>
      <w:r>
        <w:separator/>
      </w:r>
    </w:p>
  </w:endnote>
  <w:endnote w:type="continuationSeparator" w:id="0">
    <w:p w:rsidR="007D3996" w:rsidRDefault="007D3996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96" w:rsidRDefault="007D39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96" w:rsidRDefault="007D399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96" w:rsidRDefault="007D39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996" w:rsidRDefault="007D3996" w:rsidP="00472169">
      <w:pPr>
        <w:spacing w:after="0"/>
      </w:pPr>
      <w:r>
        <w:separator/>
      </w:r>
    </w:p>
  </w:footnote>
  <w:footnote w:type="continuationSeparator" w:id="0">
    <w:p w:rsidR="007D3996" w:rsidRDefault="007D3996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96" w:rsidRDefault="007D399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2049" type="#_x0000_t75" style="position:absolute;margin-left:0;margin-top:0;width:468pt;height:468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96" w:rsidRDefault="007D399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2050" type="#_x0000_t75" style="position:absolute;margin-left:0;margin-top:0;width:468pt;height:468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996" w:rsidRDefault="007D399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2051" type="#_x0000_t75" style="position:absolute;margin-left:0;margin-top:0;width:468pt;height:468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2B529C"/>
    <w:rsid w:val="00472169"/>
    <w:rsid w:val="00480D71"/>
    <w:rsid w:val="00505698"/>
    <w:rsid w:val="005139F6"/>
    <w:rsid w:val="005A7CEB"/>
    <w:rsid w:val="00660D9A"/>
    <w:rsid w:val="006F318E"/>
    <w:rsid w:val="007D3996"/>
    <w:rsid w:val="007F3F18"/>
    <w:rsid w:val="00873009"/>
    <w:rsid w:val="008A0F97"/>
    <w:rsid w:val="008E5AF3"/>
    <w:rsid w:val="009407B8"/>
    <w:rsid w:val="00A967B9"/>
    <w:rsid w:val="00B92562"/>
    <w:rsid w:val="00C65901"/>
    <w:rsid w:val="00D10BF0"/>
    <w:rsid w:val="00E4016C"/>
    <w:rsid w:val="00EA36B3"/>
    <w:rsid w:val="00FC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  <w:pPr>
      <w:spacing w:after="100" w:afterAutospacing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7CE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7216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216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92</Words>
  <Characters>526</Characters>
  <Application>Microsoft Office Outlook</Application>
  <DocSecurity>0</DocSecurity>
  <Lines>0</Lines>
  <Paragraphs>0</Paragraphs>
  <ScaleCrop>false</ScaleCrop>
  <Company>Hampton Township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squaill</cp:lastModifiedBy>
  <cp:revision>9</cp:revision>
  <dcterms:created xsi:type="dcterms:W3CDTF">2011-07-26T18:16:00Z</dcterms:created>
  <dcterms:modified xsi:type="dcterms:W3CDTF">2011-10-18T02:00:00Z</dcterms:modified>
</cp:coreProperties>
</file>